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21864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EDA90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EE0E1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C31B7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D0172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44AF2C-3252-41FC-A284-BC7370706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DAC39B-A53B-4F8A-A56E-73D5C979137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e4a6a96-f3e4-483d-987d-304999e1d579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0</TotalTime>
  <Pages>4</Pages>
  <Words>956</Words>
  <Characters>5646</Characters>
  <Application>Microsoft Office Word</Application>
  <DocSecurity>4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Jirowetz Jan Ing.</cp:lastModifiedBy>
  <cp:revision>2</cp:revision>
  <cp:lastPrinted>2022-03-23T11:11:00Z</cp:lastPrinted>
  <dcterms:created xsi:type="dcterms:W3CDTF">2023-09-29T07:07:00Z</dcterms:created>
  <dcterms:modified xsi:type="dcterms:W3CDTF">2023-09-29T07:07:00Z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